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F7F" w:rsidRPr="00855313" w:rsidRDefault="002E0797" w:rsidP="0067251F">
      <w:pPr>
        <w:jc w:val="center"/>
        <w:rPr>
          <w:b/>
          <w:sz w:val="32"/>
          <w:szCs w:val="32"/>
        </w:rPr>
      </w:pPr>
      <w:r w:rsidRPr="00855313">
        <w:rPr>
          <w:noProof/>
        </w:rPr>
        <w:drawing>
          <wp:inline distT="0" distB="0" distL="0" distR="0">
            <wp:extent cx="781050" cy="8096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F7F" w:rsidRPr="002D7B95" w:rsidRDefault="005A0F7F" w:rsidP="00177CD0">
      <w:pPr>
        <w:jc w:val="center"/>
        <w:rPr>
          <w:rFonts w:ascii="Tahoma" w:hAnsi="Tahoma" w:cs="Tahoma"/>
          <w:b/>
          <w:sz w:val="28"/>
          <w:szCs w:val="28"/>
        </w:rPr>
      </w:pPr>
      <w:r w:rsidRPr="006D3F36">
        <w:rPr>
          <w:rFonts w:ascii="Tahoma" w:hAnsi="Tahoma" w:cs="Tahoma"/>
          <w:b/>
          <w:noProof/>
          <w:sz w:val="28"/>
          <w:szCs w:val="28"/>
        </w:rPr>
        <w:t>Ministero dell'Istruzione, dell'Università e della Ricerca</w:t>
      </w:r>
    </w:p>
    <w:p w:rsidR="005A0F7F" w:rsidRPr="002D7B95" w:rsidRDefault="005A0F7F" w:rsidP="00BA3B8E">
      <w:pPr>
        <w:jc w:val="center"/>
        <w:outlineLvl w:val="0"/>
        <w:rPr>
          <w:rFonts w:ascii="Tahoma" w:hAnsi="Tahoma" w:cs="Tahoma"/>
        </w:rPr>
      </w:pPr>
      <w:r w:rsidRPr="002D7B95">
        <w:rPr>
          <w:rFonts w:ascii="Tahoma" w:hAnsi="Tahoma" w:cs="Tahoma"/>
          <w:sz w:val="20"/>
          <w:szCs w:val="20"/>
        </w:rPr>
        <w:t xml:space="preserve">UFFICIO SCOLASTICO REGIONALE PER </w:t>
      </w:r>
      <w:r w:rsidRPr="006D3F36">
        <w:rPr>
          <w:rFonts w:ascii="Tahoma" w:hAnsi="Tahoma" w:cs="Tahoma"/>
          <w:noProof/>
          <w:sz w:val="16"/>
          <w:szCs w:val="16"/>
        </w:rPr>
        <w:t>IL FRIULI VENEZIA GIULIA</w:t>
      </w:r>
    </w:p>
    <w:p w:rsidR="005A0F7F" w:rsidRPr="00943DAB" w:rsidRDefault="005A0F7F" w:rsidP="00045A1D">
      <w:pPr>
        <w:jc w:val="center"/>
        <w:outlineLvl w:val="0"/>
        <w:rPr>
          <w:rFonts w:ascii="Tahoma" w:hAnsi="Tahoma" w:cs="Tahoma"/>
          <w:sz w:val="22"/>
          <w:szCs w:val="22"/>
        </w:rPr>
      </w:pPr>
      <w:r w:rsidRPr="006D3F36">
        <w:rPr>
          <w:rFonts w:ascii="Tahoma" w:hAnsi="Tahoma" w:cs="Tahoma"/>
          <w:noProof/>
          <w:sz w:val="22"/>
          <w:szCs w:val="22"/>
        </w:rPr>
        <w:t xml:space="preserve">ISTITUTO COMPRENSIVO </w:t>
      </w:r>
      <w:r w:rsidRPr="00943DAB">
        <w:rPr>
          <w:rFonts w:ascii="Tahoma" w:hAnsi="Tahoma" w:cs="Tahoma"/>
          <w:sz w:val="22"/>
          <w:szCs w:val="22"/>
        </w:rPr>
        <w:t xml:space="preserve"> </w:t>
      </w:r>
      <w:r w:rsidRPr="006D3F36">
        <w:rPr>
          <w:rFonts w:ascii="Tahoma" w:hAnsi="Tahoma" w:cs="Tahoma"/>
          <w:noProof/>
          <w:sz w:val="22"/>
          <w:szCs w:val="22"/>
        </w:rPr>
        <w:t>DI TARCENTO</w:t>
      </w:r>
    </w:p>
    <w:p w:rsidR="005A0F7F" w:rsidRPr="00943DAB" w:rsidRDefault="005A0F7F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6D3F36">
        <w:rPr>
          <w:rFonts w:ascii="Tahoma" w:hAnsi="Tahoma" w:cs="Tahoma"/>
          <w:noProof/>
          <w:sz w:val="16"/>
          <w:szCs w:val="16"/>
        </w:rPr>
        <w:t>VIALE MATTEOTTI, 56</w:t>
      </w:r>
      <w:r w:rsidRPr="00943DAB">
        <w:rPr>
          <w:rFonts w:ascii="Tahoma" w:hAnsi="Tahoma" w:cs="Tahoma"/>
          <w:sz w:val="16"/>
          <w:szCs w:val="16"/>
        </w:rPr>
        <w:t xml:space="preserve"> </w:t>
      </w:r>
    </w:p>
    <w:p w:rsidR="005A0F7F" w:rsidRPr="00943DAB" w:rsidRDefault="005A0F7F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6D3F36">
        <w:rPr>
          <w:rFonts w:ascii="Tahoma" w:hAnsi="Tahoma" w:cs="Tahoma"/>
          <w:noProof/>
          <w:sz w:val="16"/>
          <w:szCs w:val="16"/>
        </w:rPr>
        <w:t>33017</w:t>
      </w:r>
      <w:r w:rsidRPr="00943DAB">
        <w:rPr>
          <w:rFonts w:ascii="Tahoma" w:hAnsi="Tahoma" w:cs="Tahoma"/>
          <w:sz w:val="16"/>
          <w:szCs w:val="16"/>
        </w:rPr>
        <w:t xml:space="preserve"> </w:t>
      </w:r>
      <w:r w:rsidRPr="006D3F36">
        <w:rPr>
          <w:rFonts w:ascii="Tahoma" w:hAnsi="Tahoma" w:cs="Tahoma"/>
          <w:noProof/>
          <w:sz w:val="16"/>
          <w:szCs w:val="16"/>
        </w:rPr>
        <w:t>TARCENTO</w:t>
      </w:r>
      <w:r w:rsidRPr="00943DAB">
        <w:rPr>
          <w:rFonts w:ascii="Tahoma" w:hAnsi="Tahoma" w:cs="Tahoma"/>
          <w:sz w:val="16"/>
          <w:szCs w:val="16"/>
        </w:rPr>
        <w:t xml:space="preserve"> (</w:t>
      </w:r>
      <w:r w:rsidRPr="006D3F36">
        <w:rPr>
          <w:rFonts w:ascii="Tahoma" w:hAnsi="Tahoma" w:cs="Tahoma"/>
          <w:noProof/>
          <w:sz w:val="16"/>
          <w:szCs w:val="16"/>
        </w:rPr>
        <w:t>UD</w:t>
      </w:r>
      <w:r w:rsidRPr="00943DAB">
        <w:rPr>
          <w:rFonts w:ascii="Tahoma" w:hAnsi="Tahoma" w:cs="Tahoma"/>
          <w:sz w:val="16"/>
          <w:szCs w:val="16"/>
        </w:rPr>
        <w:t>)</w:t>
      </w:r>
    </w:p>
    <w:p w:rsidR="005A0F7F" w:rsidRPr="004C10D9" w:rsidRDefault="005A0F7F" w:rsidP="00BA3B8E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2D7B95">
        <w:rPr>
          <w:rFonts w:ascii="Tahoma" w:hAnsi="Tahoma" w:cs="Tahoma"/>
          <w:sz w:val="16"/>
          <w:szCs w:val="16"/>
        </w:rPr>
        <w:t xml:space="preserve">Codice Fiscale: </w:t>
      </w:r>
      <w:r w:rsidRPr="006D3F36">
        <w:rPr>
          <w:rFonts w:ascii="Tahoma" w:hAnsi="Tahoma" w:cs="Tahoma"/>
          <w:noProof/>
          <w:sz w:val="16"/>
          <w:szCs w:val="16"/>
        </w:rPr>
        <w:t>94071050309</w:t>
      </w:r>
      <w:r w:rsidRPr="002D7B95">
        <w:rPr>
          <w:rFonts w:ascii="Tahoma" w:hAnsi="Tahoma" w:cs="Tahoma"/>
          <w:sz w:val="16"/>
          <w:szCs w:val="16"/>
        </w:rPr>
        <w:t xml:space="preserve"> Codice Meccanografico: </w:t>
      </w:r>
      <w:r w:rsidRPr="006D3F36">
        <w:rPr>
          <w:rFonts w:ascii="Tahoma" w:hAnsi="Tahoma" w:cs="Tahoma"/>
          <w:noProof/>
          <w:sz w:val="16"/>
          <w:szCs w:val="16"/>
        </w:rPr>
        <w:t>UDIC83000X</w:t>
      </w:r>
    </w:p>
    <w:p w:rsidR="005A0F7F" w:rsidRPr="00C30C4A" w:rsidRDefault="005A0F7F" w:rsidP="004F01B7">
      <w:pPr>
        <w:jc w:val="center"/>
        <w:rPr>
          <w:rFonts w:ascii="Tahoma" w:hAnsi="Tahoma" w:cs="Tahoma"/>
          <w:b/>
          <w:sz w:val="32"/>
          <w:szCs w:val="32"/>
        </w:rPr>
      </w:pPr>
    </w:p>
    <w:p w:rsidR="005A0F7F" w:rsidRPr="00CF0E7D" w:rsidRDefault="005A0F7F" w:rsidP="00D6756D">
      <w:pPr>
        <w:tabs>
          <w:tab w:val="right" w:pos="9540"/>
        </w:tabs>
        <w:rPr>
          <w:rFonts w:ascii="Tahoma" w:hAnsi="Tahoma" w:cs="Tahoma"/>
          <w:sz w:val="18"/>
          <w:szCs w:val="18"/>
        </w:rPr>
      </w:pPr>
      <w:r w:rsidRPr="00CF0E7D">
        <w:rPr>
          <w:rFonts w:ascii="Tahoma" w:hAnsi="Tahoma" w:cs="Tahoma"/>
          <w:sz w:val="18"/>
          <w:szCs w:val="18"/>
        </w:rPr>
        <w:t xml:space="preserve">Provvedimento n. </w:t>
      </w:r>
      <w:r w:rsidRPr="006D3F36">
        <w:rPr>
          <w:rFonts w:ascii="Tahoma" w:hAnsi="Tahoma" w:cs="Tahoma"/>
          <w:b/>
          <w:noProof/>
          <w:sz w:val="18"/>
          <w:szCs w:val="18"/>
        </w:rPr>
        <w:t>66</w:t>
      </w:r>
      <w:r w:rsidRPr="00CF0E7D">
        <w:rPr>
          <w:rFonts w:ascii="Tahoma" w:hAnsi="Tahoma" w:cs="Tahoma"/>
          <w:b/>
          <w:sz w:val="18"/>
          <w:szCs w:val="18"/>
        </w:rPr>
        <w:tab/>
      </w:r>
      <w:r w:rsidRPr="00CF0E7D">
        <w:rPr>
          <w:rFonts w:ascii="Tahoma" w:hAnsi="Tahoma" w:cs="Tahoma"/>
          <w:sz w:val="18"/>
          <w:szCs w:val="18"/>
        </w:rPr>
        <w:t xml:space="preserve">data </w:t>
      </w:r>
      <w:r w:rsidRPr="006D3F36">
        <w:rPr>
          <w:rFonts w:ascii="Tahoma" w:hAnsi="Tahoma" w:cs="Tahoma"/>
          <w:b/>
          <w:noProof/>
          <w:sz w:val="18"/>
          <w:szCs w:val="18"/>
        </w:rPr>
        <w:t>19/11/2019</w:t>
      </w:r>
    </w:p>
    <w:p w:rsidR="005A0F7F" w:rsidRDefault="005A0F7F" w:rsidP="00D231D3">
      <w:pPr>
        <w:jc w:val="center"/>
        <w:rPr>
          <w:rFonts w:ascii="Tahoma" w:hAnsi="Tahoma" w:cs="Tahoma"/>
          <w:b/>
        </w:rPr>
      </w:pPr>
    </w:p>
    <w:p w:rsidR="005A0F7F" w:rsidRPr="00D231D3" w:rsidRDefault="005A0F7F" w:rsidP="00D231D3">
      <w:pPr>
        <w:jc w:val="center"/>
        <w:rPr>
          <w:rFonts w:ascii="Tahoma" w:hAnsi="Tahoma" w:cs="Tahoma"/>
          <w:b/>
        </w:rPr>
      </w:pPr>
      <w:r w:rsidRPr="00D231D3">
        <w:rPr>
          <w:rFonts w:ascii="Tahoma" w:hAnsi="Tahoma" w:cs="Tahoma"/>
          <w:b/>
        </w:rPr>
        <w:t>IL DIRIGENTE</w:t>
      </w:r>
      <w:r>
        <w:rPr>
          <w:rFonts w:ascii="Tahoma" w:hAnsi="Tahoma" w:cs="Tahoma"/>
          <w:b/>
        </w:rPr>
        <w:t xml:space="preserve"> SCOLASTICO</w:t>
      </w:r>
    </w:p>
    <w:p w:rsidR="005A0F7F" w:rsidRDefault="005A0F7F" w:rsidP="00A679FD">
      <w:pPr>
        <w:rPr>
          <w:rFonts w:ascii="Tahoma" w:hAnsi="Tahoma" w:cs="Tahoma"/>
          <w:sz w:val="20"/>
          <w:szCs w:val="20"/>
        </w:rPr>
      </w:pPr>
    </w:p>
    <w:p w:rsidR="005A0F7F" w:rsidRDefault="005A0F7F" w:rsidP="002E0797">
      <w:pPr>
        <w:jc w:val="both"/>
        <w:rPr>
          <w:rFonts w:ascii="Tahoma" w:hAnsi="Tahoma" w:cs="Tahoma"/>
          <w:sz w:val="20"/>
          <w:szCs w:val="20"/>
        </w:rPr>
      </w:pPr>
    </w:p>
    <w:p w:rsidR="005A0F7F" w:rsidRDefault="005A0F7F" w:rsidP="002E0797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231D3">
        <w:rPr>
          <w:rFonts w:ascii="Tahoma" w:hAnsi="Tahoma" w:cs="Tahoma"/>
          <w:b/>
          <w:sz w:val="18"/>
          <w:szCs w:val="18"/>
        </w:rPr>
        <w:t>VISTO</w:t>
      </w:r>
      <w:r>
        <w:rPr>
          <w:rFonts w:ascii="Tahoma" w:hAnsi="Tahoma" w:cs="Tahoma"/>
          <w:sz w:val="18"/>
          <w:szCs w:val="18"/>
        </w:rPr>
        <w:t xml:space="preserve"> il Programma annuale relativo all’esercizio finanziario </w:t>
      </w:r>
      <w:r w:rsidRPr="006D3F36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approvato dal Consiglio d’Istituto con deliberazione n.</w:t>
      </w:r>
      <w:r w:rsidRPr="006D3F36">
        <w:rPr>
          <w:rFonts w:ascii="Tahoma" w:hAnsi="Tahoma" w:cs="Tahoma"/>
          <w:noProof/>
          <w:sz w:val="18"/>
          <w:szCs w:val="18"/>
        </w:rPr>
        <w:t>53</w:t>
      </w:r>
      <w:r>
        <w:rPr>
          <w:rFonts w:ascii="Tahoma" w:hAnsi="Tahoma" w:cs="Tahoma"/>
          <w:sz w:val="18"/>
          <w:szCs w:val="18"/>
        </w:rPr>
        <w:t xml:space="preserve"> in data </w:t>
      </w:r>
      <w:r w:rsidRPr="006D3F36">
        <w:rPr>
          <w:rFonts w:ascii="Tahoma" w:hAnsi="Tahoma" w:cs="Tahoma"/>
          <w:noProof/>
          <w:sz w:val="18"/>
          <w:szCs w:val="18"/>
        </w:rPr>
        <w:t>26/02/2019</w:t>
      </w:r>
      <w:r>
        <w:rPr>
          <w:rFonts w:ascii="Tahoma" w:hAnsi="Tahoma" w:cs="Tahoma"/>
          <w:sz w:val="18"/>
          <w:szCs w:val="18"/>
        </w:rPr>
        <w:t>;</w:t>
      </w:r>
    </w:p>
    <w:p w:rsidR="005A0F7F" w:rsidRPr="001E293C" w:rsidRDefault="005A0F7F" w:rsidP="002E0797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E293C">
        <w:rPr>
          <w:rFonts w:ascii="Tahoma" w:hAnsi="Tahoma" w:cs="Tahoma"/>
          <w:b/>
          <w:sz w:val="18"/>
          <w:szCs w:val="18"/>
        </w:rPr>
        <w:t>VISTO</w:t>
      </w:r>
      <w:r w:rsidRPr="001E293C">
        <w:rPr>
          <w:rFonts w:ascii="Tahoma" w:hAnsi="Tahoma" w:cs="Tahoma"/>
          <w:sz w:val="18"/>
          <w:szCs w:val="18"/>
        </w:rPr>
        <w:t xml:space="preserve"> il </w:t>
      </w:r>
      <w:r w:rsidRPr="001E293C">
        <w:rPr>
          <w:rFonts w:ascii="Tahoma" w:hAnsi="Tahoma" w:cs="Tahoma"/>
          <w:noProof/>
          <w:sz w:val="18"/>
          <w:szCs w:val="18"/>
        </w:rPr>
        <w:t>Decreto n. 129 del 28 agosto 2018</w:t>
      </w:r>
      <w:r w:rsidRPr="001E293C">
        <w:rPr>
          <w:rFonts w:ascii="Tahoma" w:hAnsi="Tahoma" w:cs="Tahoma"/>
          <w:sz w:val="18"/>
          <w:szCs w:val="18"/>
        </w:rPr>
        <w:t>;</w:t>
      </w:r>
    </w:p>
    <w:p w:rsidR="005A0F7F" w:rsidRDefault="005A0F7F" w:rsidP="002E0797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CONSIDERATO CHE</w:t>
      </w:r>
      <w:r>
        <w:rPr>
          <w:rFonts w:ascii="Tahoma" w:hAnsi="Tahoma" w:cs="Tahoma"/>
          <w:sz w:val="18"/>
          <w:szCs w:val="18"/>
        </w:rPr>
        <w:t xml:space="preserve"> occorre modificare il programma annuale per la seguente motivazione: </w:t>
      </w:r>
      <w:r w:rsidRPr="006D3F36">
        <w:rPr>
          <w:rFonts w:ascii="Tahoma" w:hAnsi="Tahoma" w:cs="Tahoma"/>
          <w:noProof/>
          <w:sz w:val="18"/>
          <w:szCs w:val="18"/>
        </w:rPr>
        <w:t>Z01 - Contributi genitori in c/c postale da imputare</w:t>
      </w:r>
      <w:r>
        <w:rPr>
          <w:rFonts w:ascii="Tahoma" w:hAnsi="Tahoma" w:cs="Tahoma"/>
          <w:sz w:val="18"/>
          <w:szCs w:val="18"/>
        </w:rPr>
        <w:t>;</w:t>
      </w:r>
    </w:p>
    <w:p w:rsidR="005A0F7F" w:rsidRPr="000971E3" w:rsidRDefault="005A0F7F" w:rsidP="002E0797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</w:t>
      </w:r>
      <w:r>
        <w:rPr>
          <w:rFonts w:ascii="Tahoma" w:hAnsi="Tahoma" w:cs="Tahoma"/>
          <w:b/>
          <w:sz w:val="18"/>
          <w:szCs w:val="18"/>
        </w:rPr>
        <w:t xml:space="preserve">A </w:t>
      </w:r>
      <w:r>
        <w:rPr>
          <w:rFonts w:ascii="Tahoma" w:hAnsi="Tahoma" w:cs="Tahoma"/>
          <w:sz w:val="18"/>
          <w:szCs w:val="18"/>
        </w:rPr>
        <w:t xml:space="preserve">la nuova entrata di </w:t>
      </w:r>
      <w:r w:rsidRPr="006D3F36">
        <w:rPr>
          <w:rFonts w:ascii="Tahoma" w:hAnsi="Tahoma" w:cs="Tahoma"/>
          <w:noProof/>
          <w:sz w:val="18"/>
          <w:szCs w:val="18"/>
        </w:rPr>
        <w:t>937,25</w:t>
      </w:r>
      <w:r>
        <w:rPr>
          <w:rFonts w:ascii="Tahoma" w:hAnsi="Tahoma" w:cs="Tahoma"/>
          <w:sz w:val="18"/>
          <w:szCs w:val="18"/>
        </w:rPr>
        <w:t xml:space="preserve"> euro.</w:t>
      </w:r>
    </w:p>
    <w:p w:rsidR="005A0F7F" w:rsidRDefault="005A0F7F" w:rsidP="00A679FD">
      <w:pPr>
        <w:rPr>
          <w:rFonts w:ascii="Tahoma" w:hAnsi="Tahoma" w:cs="Tahoma"/>
          <w:sz w:val="18"/>
          <w:szCs w:val="18"/>
        </w:rPr>
      </w:pPr>
    </w:p>
    <w:p w:rsidR="005A0F7F" w:rsidRPr="00D231D3" w:rsidRDefault="005A0F7F" w:rsidP="00D231D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DISPONE</w:t>
      </w:r>
    </w:p>
    <w:p w:rsidR="005A0F7F" w:rsidRDefault="005A0F7F" w:rsidP="00A679FD">
      <w:pPr>
        <w:rPr>
          <w:rFonts w:ascii="Tahoma" w:hAnsi="Tahoma" w:cs="Tahoma"/>
          <w:sz w:val="18"/>
          <w:szCs w:val="18"/>
        </w:rPr>
      </w:pPr>
    </w:p>
    <w:p w:rsidR="005A0F7F" w:rsidRDefault="005A0F7F" w:rsidP="00A679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di apportare al programma annuale del </w:t>
      </w:r>
      <w:r w:rsidRPr="006D3F36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la seguente variazione:</w:t>
      </w:r>
    </w:p>
    <w:p w:rsidR="005A0F7F" w:rsidRDefault="005A0F7F" w:rsidP="00A679FD">
      <w:pPr>
        <w:rPr>
          <w:rFonts w:ascii="Tahoma" w:hAnsi="Tahoma" w:cs="Tahoma"/>
          <w:sz w:val="18"/>
          <w:szCs w:val="18"/>
        </w:rPr>
      </w:pPr>
    </w:p>
    <w:p w:rsidR="005A0F7F" w:rsidRPr="00D231D3" w:rsidRDefault="005A0F7F" w:rsidP="00334CAE">
      <w:pPr>
        <w:jc w:val="center"/>
        <w:rPr>
          <w:rFonts w:ascii="Tahoma" w:hAnsi="Tahoma" w:cs="Tahoma"/>
          <w:b/>
          <w:sz w:val="22"/>
          <w:szCs w:val="22"/>
        </w:rPr>
      </w:pP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5A0F7F" w:rsidRDefault="005A0F7F" w:rsidP="00334CAE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5328"/>
        <w:gridCol w:w="1440"/>
      </w:tblGrid>
      <w:tr w:rsidR="005A0F7F" w:rsidRPr="00D14162" w:rsidTr="00D14162">
        <w:tc>
          <w:tcPr>
            <w:tcW w:w="1080" w:type="dxa"/>
            <w:shd w:val="clear" w:color="auto" w:fill="auto"/>
          </w:tcPr>
          <w:p w:rsidR="005A0F7F" w:rsidRPr="00D14162" w:rsidRDefault="005A0F7F" w:rsidP="00D141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14162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5A0F7F" w:rsidRPr="00D14162" w:rsidRDefault="005A0F7F" w:rsidP="00D141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14162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5A0F7F" w:rsidRPr="00D14162" w:rsidRDefault="005A0F7F" w:rsidP="00D141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14162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5328" w:type="dxa"/>
            <w:shd w:val="clear" w:color="auto" w:fill="auto"/>
          </w:tcPr>
          <w:p w:rsidR="005A0F7F" w:rsidRPr="00D14162" w:rsidRDefault="005A0F7F" w:rsidP="00D141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14162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40" w:type="dxa"/>
            <w:shd w:val="clear" w:color="auto" w:fill="auto"/>
          </w:tcPr>
          <w:p w:rsidR="005A0F7F" w:rsidRPr="00D14162" w:rsidRDefault="005A0F7F" w:rsidP="00D141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14162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5A0F7F" w:rsidRPr="00D14162" w:rsidTr="00D14162">
        <w:tc>
          <w:tcPr>
            <w:tcW w:w="1080" w:type="dxa"/>
            <w:shd w:val="clear" w:color="auto" w:fill="auto"/>
          </w:tcPr>
          <w:p w:rsidR="005A0F7F" w:rsidRPr="00D14162" w:rsidRDefault="005A0F7F" w:rsidP="00D1416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5A0F7F" w:rsidRPr="00D14162" w:rsidRDefault="005A0F7F" w:rsidP="00D1416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5A0F7F" w:rsidRPr="00D14162" w:rsidRDefault="005A0F7F" w:rsidP="00D1416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5328" w:type="dxa"/>
            <w:shd w:val="clear" w:color="auto" w:fill="auto"/>
          </w:tcPr>
          <w:p w:rsidR="005A0F7F" w:rsidRPr="00D14162" w:rsidRDefault="005A0F7F" w:rsidP="00D1416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da privati - Altri contributi da famiglie vincolati - Famiglie da c c postale da imputare</w:t>
            </w:r>
          </w:p>
        </w:tc>
        <w:tc>
          <w:tcPr>
            <w:tcW w:w="1440" w:type="dxa"/>
            <w:shd w:val="clear" w:color="auto" w:fill="auto"/>
          </w:tcPr>
          <w:p w:rsidR="005A0F7F" w:rsidRPr="00D14162" w:rsidRDefault="005A0F7F" w:rsidP="00D14162">
            <w:pPr>
              <w:spacing w:before="60"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937,25</w:t>
            </w:r>
          </w:p>
        </w:tc>
      </w:tr>
    </w:tbl>
    <w:p w:rsidR="005A0F7F" w:rsidRDefault="005A0F7F" w:rsidP="00D231D3">
      <w:pPr>
        <w:rPr>
          <w:rFonts w:ascii="Tahoma" w:hAnsi="Tahoma" w:cs="Tahoma"/>
          <w:sz w:val="18"/>
          <w:szCs w:val="18"/>
        </w:rPr>
      </w:pPr>
    </w:p>
    <w:p w:rsidR="005A0F7F" w:rsidRDefault="005A0F7F" w:rsidP="001C11B1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L’importo andrà a confluire totalmente nella disponibilità finanziaria da programmare.</w:t>
      </w:r>
    </w:p>
    <w:p w:rsidR="005A0F7F" w:rsidRDefault="005A0F7F" w:rsidP="00825EEE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presente decreto sarà trasmesso “per conoscenza” al Consiglio di Istituto.</w:t>
      </w:r>
    </w:p>
    <w:p w:rsidR="005A0F7F" w:rsidRDefault="005A0F7F" w:rsidP="00D6756D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Direttore dei Servizi Generali ed Amministrativi, nell’ambito delle proprie competenze, apporterà agli atti di gestione contabile le relative modifiche.</w:t>
      </w:r>
    </w:p>
    <w:p w:rsidR="005A0F7F" w:rsidRDefault="005A0F7F" w:rsidP="00D6756D">
      <w:pPr>
        <w:jc w:val="both"/>
        <w:rPr>
          <w:rFonts w:ascii="Tahoma" w:hAnsi="Tahoma" w:cs="Tahoma"/>
          <w:sz w:val="18"/>
          <w:szCs w:val="18"/>
        </w:rPr>
      </w:pPr>
    </w:p>
    <w:p w:rsidR="005A0F7F" w:rsidRPr="000E7A19" w:rsidRDefault="005A0F7F" w:rsidP="00D6756D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5A0F7F" w:rsidRPr="00005C0D" w:rsidRDefault="005A0F7F" w:rsidP="00D6756D">
      <w:pPr>
        <w:tabs>
          <w:tab w:val="center" w:pos="7020"/>
        </w:tabs>
        <w:jc w:val="both"/>
        <w:rPr>
          <w:rFonts w:ascii="Tahoma" w:hAnsi="Tahoma" w:cs="Tahoma"/>
          <w:b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6D3F36">
        <w:rPr>
          <w:rFonts w:ascii="Tahoma" w:hAnsi="Tahoma" w:cs="Tahoma"/>
          <w:b/>
          <w:noProof/>
          <w:sz w:val="20"/>
          <w:szCs w:val="20"/>
        </w:rPr>
        <w:t>IL DIRIGENTE SCOLASTICO</w:t>
      </w:r>
    </w:p>
    <w:p w:rsidR="005A0F7F" w:rsidRPr="00005C0D" w:rsidRDefault="005A0F7F" w:rsidP="00D6756D">
      <w:pPr>
        <w:tabs>
          <w:tab w:val="center" w:pos="7020"/>
        </w:tabs>
        <w:jc w:val="both"/>
        <w:rPr>
          <w:rFonts w:ascii="Tahoma" w:hAnsi="Tahoma" w:cs="Tahoma"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6D3F36">
        <w:rPr>
          <w:rFonts w:ascii="Tahoma" w:hAnsi="Tahoma" w:cs="Tahoma"/>
          <w:noProof/>
          <w:sz w:val="20"/>
          <w:szCs w:val="20"/>
        </w:rPr>
        <w:t>Marta Bocci</w:t>
      </w:r>
    </w:p>
    <w:p w:rsidR="005A0F7F" w:rsidRDefault="005A0F7F" w:rsidP="00D6756D">
      <w:pPr>
        <w:spacing w:line="360" w:lineRule="auto"/>
        <w:ind w:firstLine="709"/>
        <w:sectPr w:rsidR="005A0F7F" w:rsidSect="005A0F7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40" w:right="926" w:bottom="1134" w:left="1134" w:header="708" w:footer="32" w:gutter="0"/>
          <w:pgNumType w:start="1"/>
          <w:cols w:space="708"/>
          <w:docGrid w:linePitch="360"/>
        </w:sectPr>
      </w:pPr>
    </w:p>
    <w:p w:rsidR="005A0F7F" w:rsidRPr="00005C0D" w:rsidRDefault="005A0F7F" w:rsidP="00D6756D">
      <w:pPr>
        <w:spacing w:line="360" w:lineRule="auto"/>
        <w:ind w:firstLine="709"/>
      </w:pPr>
    </w:p>
    <w:sectPr w:rsidR="005A0F7F" w:rsidRPr="00005C0D" w:rsidSect="005A0F7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540" w:right="926" w:bottom="1134" w:left="1134" w:header="708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424" w:rsidRDefault="00CF3424" w:rsidP="008A1557">
      <w:r>
        <w:separator/>
      </w:r>
    </w:p>
  </w:endnote>
  <w:endnote w:type="continuationSeparator" w:id="0">
    <w:p w:rsidR="00CF3424" w:rsidRDefault="00CF3424" w:rsidP="008A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F7F" w:rsidRDefault="005A0F7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F7F" w:rsidRDefault="005A0F7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F7F" w:rsidRDefault="005A0F7F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F25" w:rsidRDefault="006E3F25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F25" w:rsidRDefault="006E3F25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F25" w:rsidRDefault="006E3F2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424" w:rsidRDefault="00CF3424" w:rsidP="008A1557">
      <w:r>
        <w:separator/>
      </w:r>
    </w:p>
  </w:footnote>
  <w:footnote w:type="continuationSeparator" w:id="0">
    <w:p w:rsidR="00CF3424" w:rsidRDefault="00CF3424" w:rsidP="008A1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F7F" w:rsidRDefault="005A0F7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F7F" w:rsidRDefault="005A0F7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F7F" w:rsidRDefault="005A0F7F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F25" w:rsidRDefault="006E3F25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F25" w:rsidRDefault="006E3F25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F25" w:rsidRDefault="006E3F2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C"/>
    <w:multiLevelType w:val="singleLevel"/>
    <w:tmpl w:val="2FF890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1">
    <w:nsid w:val="FFFFFF7D"/>
    <w:multiLevelType w:val="singleLevel"/>
    <w:tmpl w:val="0ACC8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1">
    <w:nsid w:val="FFFFFF7E"/>
    <w:multiLevelType w:val="singleLevel"/>
    <w:tmpl w:val="FA5C36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1">
    <w:nsid w:val="FFFFFF7F"/>
    <w:multiLevelType w:val="singleLevel"/>
    <w:tmpl w:val="39666D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1">
    <w:nsid w:val="FFFFFF80"/>
    <w:multiLevelType w:val="singleLevel"/>
    <w:tmpl w:val="16401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F15878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05EEDF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37682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65304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69D44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09273FF6"/>
    <w:multiLevelType w:val="hybridMultilevel"/>
    <w:tmpl w:val="20AA8D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096C1A22"/>
    <w:multiLevelType w:val="hybridMultilevel"/>
    <w:tmpl w:val="5C64F4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0B2C456E"/>
    <w:multiLevelType w:val="hybridMultilevel"/>
    <w:tmpl w:val="9EC09D4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1">
    <w:nsid w:val="0E767FF6"/>
    <w:multiLevelType w:val="hybridMultilevel"/>
    <w:tmpl w:val="5CD4B530"/>
    <w:lvl w:ilvl="0" w:tplc="70ACD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15477373"/>
    <w:multiLevelType w:val="hybridMultilevel"/>
    <w:tmpl w:val="95209252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22FD0E3A"/>
    <w:multiLevelType w:val="hybridMultilevel"/>
    <w:tmpl w:val="D5B65DD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2491076E"/>
    <w:multiLevelType w:val="multilevel"/>
    <w:tmpl w:val="AB765A3E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1">
    <w:nsid w:val="2B22691A"/>
    <w:multiLevelType w:val="hybridMultilevel"/>
    <w:tmpl w:val="AB349F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1">
    <w:nsid w:val="31350727"/>
    <w:multiLevelType w:val="hybridMultilevel"/>
    <w:tmpl w:val="199245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1">
    <w:nsid w:val="330056A6"/>
    <w:multiLevelType w:val="hybridMultilevel"/>
    <w:tmpl w:val="DF5ECD2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1">
    <w:nsid w:val="33156A27"/>
    <w:multiLevelType w:val="multilevel"/>
    <w:tmpl w:val="C49ACF8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1">
    <w:nsid w:val="341A1185"/>
    <w:multiLevelType w:val="hybridMultilevel"/>
    <w:tmpl w:val="7BA6FE0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372242AF"/>
    <w:multiLevelType w:val="hybridMultilevel"/>
    <w:tmpl w:val="9132C8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1">
    <w:nsid w:val="37AB5810"/>
    <w:multiLevelType w:val="multilevel"/>
    <w:tmpl w:val="199245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1">
    <w:nsid w:val="39715CF6"/>
    <w:multiLevelType w:val="multilevel"/>
    <w:tmpl w:val="9520925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3972145D"/>
    <w:multiLevelType w:val="hybridMultilevel"/>
    <w:tmpl w:val="F4A0636E"/>
    <w:lvl w:ilvl="0" w:tplc="0410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1">
    <w:nsid w:val="43A54528"/>
    <w:multiLevelType w:val="hybridMultilevel"/>
    <w:tmpl w:val="9E5A73E0"/>
    <w:lvl w:ilvl="0" w:tplc="F65CAEF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1">
    <w:nsid w:val="4EA56588"/>
    <w:multiLevelType w:val="hybridMultilevel"/>
    <w:tmpl w:val="AB765A3E"/>
    <w:lvl w:ilvl="0" w:tplc="00D09C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1">
    <w:nsid w:val="5AC914F5"/>
    <w:multiLevelType w:val="hybridMultilevel"/>
    <w:tmpl w:val="3F7ABC42"/>
    <w:lvl w:ilvl="0" w:tplc="685AD3AA">
      <w:start w:val="1"/>
      <w:numFmt w:val="lowerLetter"/>
      <w:lvlText w:val="%1)"/>
      <w:lvlJc w:val="left"/>
      <w:pPr>
        <w:tabs>
          <w:tab w:val="num" w:pos="1440"/>
        </w:tabs>
        <w:ind w:left="567" w:firstLine="51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1">
    <w:nsid w:val="629534E8"/>
    <w:multiLevelType w:val="hybridMultilevel"/>
    <w:tmpl w:val="56FA18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1">
    <w:nsid w:val="6ED94E36"/>
    <w:multiLevelType w:val="hybridMultilevel"/>
    <w:tmpl w:val="1CE498F6"/>
    <w:lvl w:ilvl="0" w:tplc="121869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1">
    <w:nsid w:val="7F02344D"/>
    <w:multiLevelType w:val="hybridMultilevel"/>
    <w:tmpl w:val="830E1F20"/>
    <w:lvl w:ilvl="0" w:tplc="B9046A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5"/>
  </w:num>
  <w:num w:numId="2">
    <w:abstractNumId w:val="20"/>
  </w:num>
  <w:num w:numId="3">
    <w:abstractNumId w:val="12"/>
  </w:num>
  <w:num w:numId="4">
    <w:abstractNumId w:val="19"/>
  </w:num>
  <w:num w:numId="5">
    <w:abstractNumId w:val="31"/>
  </w:num>
  <w:num w:numId="6">
    <w:abstractNumId w:val="22"/>
  </w:num>
  <w:num w:numId="7">
    <w:abstractNumId w:val="17"/>
  </w:num>
  <w:num w:numId="8">
    <w:abstractNumId w:val="26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0"/>
  </w:num>
  <w:num w:numId="20">
    <w:abstractNumId w:val="21"/>
  </w:num>
  <w:num w:numId="21">
    <w:abstractNumId w:val="28"/>
  </w:num>
  <w:num w:numId="22">
    <w:abstractNumId w:val="2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4"/>
  </w:num>
  <w:num w:numId="26">
    <w:abstractNumId w:val="10"/>
  </w:num>
  <w:num w:numId="27">
    <w:abstractNumId w:val="18"/>
  </w:num>
  <w:num w:numId="28">
    <w:abstractNumId w:val="16"/>
  </w:num>
  <w:num w:numId="29">
    <w:abstractNumId w:val="23"/>
  </w:num>
  <w:num w:numId="30">
    <w:abstractNumId w:val="15"/>
  </w:num>
  <w:num w:numId="31">
    <w:abstractNumId w:val="11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en-GB" w:vendorID="64" w:dllVersion="131077" w:nlCheck="1" w:checkStyle="1"/>
  <w:activeWritingStyle w:appName="MSWord" w:lang="it-IT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7D"/>
    <w:rsid w:val="00000102"/>
    <w:rsid w:val="000002BF"/>
    <w:rsid w:val="000034C5"/>
    <w:rsid w:val="00004BA4"/>
    <w:rsid w:val="00005C0D"/>
    <w:rsid w:val="00007C0B"/>
    <w:rsid w:val="00015928"/>
    <w:rsid w:val="000159EB"/>
    <w:rsid w:val="000172E0"/>
    <w:rsid w:val="00023213"/>
    <w:rsid w:val="00023791"/>
    <w:rsid w:val="000241D6"/>
    <w:rsid w:val="000303EA"/>
    <w:rsid w:val="00030C9B"/>
    <w:rsid w:val="00030F5A"/>
    <w:rsid w:val="0003102A"/>
    <w:rsid w:val="000326F1"/>
    <w:rsid w:val="0003498E"/>
    <w:rsid w:val="0004461B"/>
    <w:rsid w:val="00045A1D"/>
    <w:rsid w:val="00050DC1"/>
    <w:rsid w:val="00052EBF"/>
    <w:rsid w:val="00053D71"/>
    <w:rsid w:val="000755B6"/>
    <w:rsid w:val="0008565A"/>
    <w:rsid w:val="00086831"/>
    <w:rsid w:val="000913FA"/>
    <w:rsid w:val="00092E50"/>
    <w:rsid w:val="00093283"/>
    <w:rsid w:val="00093A37"/>
    <w:rsid w:val="00096007"/>
    <w:rsid w:val="000969B6"/>
    <w:rsid w:val="000971E3"/>
    <w:rsid w:val="000A0498"/>
    <w:rsid w:val="000A34DB"/>
    <w:rsid w:val="000A525B"/>
    <w:rsid w:val="000B0D47"/>
    <w:rsid w:val="000B42B4"/>
    <w:rsid w:val="000B53E0"/>
    <w:rsid w:val="000C0543"/>
    <w:rsid w:val="000C10EC"/>
    <w:rsid w:val="000C1472"/>
    <w:rsid w:val="000C3B0B"/>
    <w:rsid w:val="000C58CF"/>
    <w:rsid w:val="000E7A19"/>
    <w:rsid w:val="000E7A20"/>
    <w:rsid w:val="000F0965"/>
    <w:rsid w:val="000F63D1"/>
    <w:rsid w:val="000F7754"/>
    <w:rsid w:val="00102983"/>
    <w:rsid w:val="0010342D"/>
    <w:rsid w:val="00103F33"/>
    <w:rsid w:val="0010485C"/>
    <w:rsid w:val="001102EE"/>
    <w:rsid w:val="00114612"/>
    <w:rsid w:val="0011522A"/>
    <w:rsid w:val="00122499"/>
    <w:rsid w:val="001274B4"/>
    <w:rsid w:val="00136CCE"/>
    <w:rsid w:val="001449A2"/>
    <w:rsid w:val="00165D3D"/>
    <w:rsid w:val="001666F4"/>
    <w:rsid w:val="00177CD0"/>
    <w:rsid w:val="00180B3B"/>
    <w:rsid w:val="001828A7"/>
    <w:rsid w:val="0018401D"/>
    <w:rsid w:val="00184982"/>
    <w:rsid w:val="00190D70"/>
    <w:rsid w:val="001910E2"/>
    <w:rsid w:val="00193EE9"/>
    <w:rsid w:val="001956E3"/>
    <w:rsid w:val="00197AB6"/>
    <w:rsid w:val="001A154E"/>
    <w:rsid w:val="001A36A5"/>
    <w:rsid w:val="001A631C"/>
    <w:rsid w:val="001B1E70"/>
    <w:rsid w:val="001B4EA4"/>
    <w:rsid w:val="001B600C"/>
    <w:rsid w:val="001C11B1"/>
    <w:rsid w:val="001C374C"/>
    <w:rsid w:val="001C601B"/>
    <w:rsid w:val="001D00E2"/>
    <w:rsid w:val="001D447F"/>
    <w:rsid w:val="001D57F8"/>
    <w:rsid w:val="001E0499"/>
    <w:rsid w:val="001E2BD4"/>
    <w:rsid w:val="001E6259"/>
    <w:rsid w:val="001F00AD"/>
    <w:rsid w:val="001F0CBB"/>
    <w:rsid w:val="002049FD"/>
    <w:rsid w:val="00207E62"/>
    <w:rsid w:val="0021779B"/>
    <w:rsid w:val="002200CC"/>
    <w:rsid w:val="00226818"/>
    <w:rsid w:val="00232016"/>
    <w:rsid w:val="00232661"/>
    <w:rsid w:val="00232F70"/>
    <w:rsid w:val="00240921"/>
    <w:rsid w:val="00240E71"/>
    <w:rsid w:val="00241E2C"/>
    <w:rsid w:val="0024286E"/>
    <w:rsid w:val="00254FDA"/>
    <w:rsid w:val="00255B51"/>
    <w:rsid w:val="0025604C"/>
    <w:rsid w:val="0026418E"/>
    <w:rsid w:val="002663AC"/>
    <w:rsid w:val="002678D8"/>
    <w:rsid w:val="00271F4E"/>
    <w:rsid w:val="00274AE5"/>
    <w:rsid w:val="0027624B"/>
    <w:rsid w:val="00277A87"/>
    <w:rsid w:val="00277EA1"/>
    <w:rsid w:val="00283FA9"/>
    <w:rsid w:val="00285F4E"/>
    <w:rsid w:val="00292C66"/>
    <w:rsid w:val="002A3176"/>
    <w:rsid w:val="002A7035"/>
    <w:rsid w:val="002B5CF0"/>
    <w:rsid w:val="002B5D84"/>
    <w:rsid w:val="002B6D5E"/>
    <w:rsid w:val="002B6DF5"/>
    <w:rsid w:val="002C0B93"/>
    <w:rsid w:val="002C24A0"/>
    <w:rsid w:val="002C54A2"/>
    <w:rsid w:val="002C6005"/>
    <w:rsid w:val="002C6290"/>
    <w:rsid w:val="002C747E"/>
    <w:rsid w:val="002D1D22"/>
    <w:rsid w:val="002D4F3E"/>
    <w:rsid w:val="002D6B9B"/>
    <w:rsid w:val="002D7479"/>
    <w:rsid w:val="002D7B95"/>
    <w:rsid w:val="002E0797"/>
    <w:rsid w:val="002F247D"/>
    <w:rsid w:val="002F393B"/>
    <w:rsid w:val="002F498A"/>
    <w:rsid w:val="002F7ED6"/>
    <w:rsid w:val="00300291"/>
    <w:rsid w:val="00302303"/>
    <w:rsid w:val="00305329"/>
    <w:rsid w:val="00307ADA"/>
    <w:rsid w:val="003106D7"/>
    <w:rsid w:val="00311358"/>
    <w:rsid w:val="00311B18"/>
    <w:rsid w:val="00316979"/>
    <w:rsid w:val="00317434"/>
    <w:rsid w:val="00331DD1"/>
    <w:rsid w:val="00332446"/>
    <w:rsid w:val="00333CCF"/>
    <w:rsid w:val="00333DA6"/>
    <w:rsid w:val="00334B67"/>
    <w:rsid w:val="00334CAE"/>
    <w:rsid w:val="003434F1"/>
    <w:rsid w:val="00346B44"/>
    <w:rsid w:val="00346C79"/>
    <w:rsid w:val="00354378"/>
    <w:rsid w:val="003563D5"/>
    <w:rsid w:val="00361A52"/>
    <w:rsid w:val="0037105B"/>
    <w:rsid w:val="003724EE"/>
    <w:rsid w:val="00372F96"/>
    <w:rsid w:val="0037502A"/>
    <w:rsid w:val="00380397"/>
    <w:rsid w:val="003815E8"/>
    <w:rsid w:val="00381DEF"/>
    <w:rsid w:val="0038299B"/>
    <w:rsid w:val="00382D6A"/>
    <w:rsid w:val="003837B0"/>
    <w:rsid w:val="003900C9"/>
    <w:rsid w:val="00392F64"/>
    <w:rsid w:val="003945D4"/>
    <w:rsid w:val="003A1C59"/>
    <w:rsid w:val="003A6881"/>
    <w:rsid w:val="003B47BB"/>
    <w:rsid w:val="003B4BD5"/>
    <w:rsid w:val="003B5B2B"/>
    <w:rsid w:val="003B5CEE"/>
    <w:rsid w:val="003B75C5"/>
    <w:rsid w:val="003C38CE"/>
    <w:rsid w:val="003C4727"/>
    <w:rsid w:val="003C5B58"/>
    <w:rsid w:val="003D5021"/>
    <w:rsid w:val="003D610E"/>
    <w:rsid w:val="003E093D"/>
    <w:rsid w:val="003E16D1"/>
    <w:rsid w:val="003E1A37"/>
    <w:rsid w:val="003E2CF0"/>
    <w:rsid w:val="003E3A3B"/>
    <w:rsid w:val="003E6E09"/>
    <w:rsid w:val="003F79B3"/>
    <w:rsid w:val="00402102"/>
    <w:rsid w:val="00404BCF"/>
    <w:rsid w:val="00415C76"/>
    <w:rsid w:val="00417B85"/>
    <w:rsid w:val="004216A7"/>
    <w:rsid w:val="00426DBA"/>
    <w:rsid w:val="00430627"/>
    <w:rsid w:val="004376A8"/>
    <w:rsid w:val="00447FC3"/>
    <w:rsid w:val="0045022A"/>
    <w:rsid w:val="0045488F"/>
    <w:rsid w:val="00454FCF"/>
    <w:rsid w:val="00457CE5"/>
    <w:rsid w:val="0046055D"/>
    <w:rsid w:val="00460ACF"/>
    <w:rsid w:val="004626E6"/>
    <w:rsid w:val="004650DF"/>
    <w:rsid w:val="00465508"/>
    <w:rsid w:val="004671F2"/>
    <w:rsid w:val="004762BA"/>
    <w:rsid w:val="004773C2"/>
    <w:rsid w:val="00482B06"/>
    <w:rsid w:val="004841DD"/>
    <w:rsid w:val="004846E0"/>
    <w:rsid w:val="00487C84"/>
    <w:rsid w:val="004923D2"/>
    <w:rsid w:val="00493BC4"/>
    <w:rsid w:val="0049439A"/>
    <w:rsid w:val="004977A9"/>
    <w:rsid w:val="004A0D2A"/>
    <w:rsid w:val="004A3D70"/>
    <w:rsid w:val="004B7432"/>
    <w:rsid w:val="004C0A97"/>
    <w:rsid w:val="004C0E41"/>
    <w:rsid w:val="004C10D9"/>
    <w:rsid w:val="004C1FCD"/>
    <w:rsid w:val="004C326A"/>
    <w:rsid w:val="004D0FE6"/>
    <w:rsid w:val="004D2723"/>
    <w:rsid w:val="004E272E"/>
    <w:rsid w:val="004F01B7"/>
    <w:rsid w:val="004F17BA"/>
    <w:rsid w:val="004F491C"/>
    <w:rsid w:val="00501826"/>
    <w:rsid w:val="00503EDB"/>
    <w:rsid w:val="00505CF7"/>
    <w:rsid w:val="00512A76"/>
    <w:rsid w:val="005179BF"/>
    <w:rsid w:val="00520EE5"/>
    <w:rsid w:val="00526D6D"/>
    <w:rsid w:val="0052740C"/>
    <w:rsid w:val="00535746"/>
    <w:rsid w:val="005363F5"/>
    <w:rsid w:val="0054033A"/>
    <w:rsid w:val="00540BFD"/>
    <w:rsid w:val="00541798"/>
    <w:rsid w:val="005418CF"/>
    <w:rsid w:val="005418DB"/>
    <w:rsid w:val="00546359"/>
    <w:rsid w:val="00561282"/>
    <w:rsid w:val="00561B38"/>
    <w:rsid w:val="0056589F"/>
    <w:rsid w:val="00565921"/>
    <w:rsid w:val="00566A3B"/>
    <w:rsid w:val="0057104B"/>
    <w:rsid w:val="00571E83"/>
    <w:rsid w:val="00573C51"/>
    <w:rsid w:val="00575E2F"/>
    <w:rsid w:val="0057624A"/>
    <w:rsid w:val="00576FC0"/>
    <w:rsid w:val="00580EAB"/>
    <w:rsid w:val="0058579D"/>
    <w:rsid w:val="00592423"/>
    <w:rsid w:val="0059299E"/>
    <w:rsid w:val="005A0F7F"/>
    <w:rsid w:val="005A3497"/>
    <w:rsid w:val="005A356D"/>
    <w:rsid w:val="005A4B9A"/>
    <w:rsid w:val="005A7175"/>
    <w:rsid w:val="005B15A7"/>
    <w:rsid w:val="005B4065"/>
    <w:rsid w:val="005B7683"/>
    <w:rsid w:val="005B7E05"/>
    <w:rsid w:val="005C0681"/>
    <w:rsid w:val="005D5271"/>
    <w:rsid w:val="005E1BF3"/>
    <w:rsid w:val="005E1FDE"/>
    <w:rsid w:val="005E4748"/>
    <w:rsid w:val="005E6138"/>
    <w:rsid w:val="005F1F35"/>
    <w:rsid w:val="005F495C"/>
    <w:rsid w:val="005F571D"/>
    <w:rsid w:val="00600E1A"/>
    <w:rsid w:val="00601B6A"/>
    <w:rsid w:val="00604B1C"/>
    <w:rsid w:val="00605E37"/>
    <w:rsid w:val="006152A2"/>
    <w:rsid w:val="006205E6"/>
    <w:rsid w:val="006250C8"/>
    <w:rsid w:val="006300AF"/>
    <w:rsid w:val="00634F11"/>
    <w:rsid w:val="006377B7"/>
    <w:rsid w:val="0064130D"/>
    <w:rsid w:val="00644C87"/>
    <w:rsid w:val="0064711B"/>
    <w:rsid w:val="00647B76"/>
    <w:rsid w:val="006557A7"/>
    <w:rsid w:val="0065666C"/>
    <w:rsid w:val="00657DD6"/>
    <w:rsid w:val="00662FA9"/>
    <w:rsid w:val="0066315B"/>
    <w:rsid w:val="0067251F"/>
    <w:rsid w:val="006752DC"/>
    <w:rsid w:val="006821CC"/>
    <w:rsid w:val="0068234D"/>
    <w:rsid w:val="00682ECF"/>
    <w:rsid w:val="006A4F99"/>
    <w:rsid w:val="006A55AC"/>
    <w:rsid w:val="006B24C7"/>
    <w:rsid w:val="006C52E0"/>
    <w:rsid w:val="006D33E1"/>
    <w:rsid w:val="006D65A0"/>
    <w:rsid w:val="006E3847"/>
    <w:rsid w:val="006E3F25"/>
    <w:rsid w:val="006E76F1"/>
    <w:rsid w:val="006E7712"/>
    <w:rsid w:val="006E7FF5"/>
    <w:rsid w:val="006F4CCF"/>
    <w:rsid w:val="006F55C7"/>
    <w:rsid w:val="00703E96"/>
    <w:rsid w:val="0071096E"/>
    <w:rsid w:val="00711C1C"/>
    <w:rsid w:val="00712128"/>
    <w:rsid w:val="007150E4"/>
    <w:rsid w:val="007178D8"/>
    <w:rsid w:val="00720A3C"/>
    <w:rsid w:val="00724F23"/>
    <w:rsid w:val="007256CE"/>
    <w:rsid w:val="00725A3B"/>
    <w:rsid w:val="00732430"/>
    <w:rsid w:val="00733E53"/>
    <w:rsid w:val="00733F20"/>
    <w:rsid w:val="00734053"/>
    <w:rsid w:val="0073428C"/>
    <w:rsid w:val="0074097F"/>
    <w:rsid w:val="00742406"/>
    <w:rsid w:val="007451CF"/>
    <w:rsid w:val="00747E6D"/>
    <w:rsid w:val="00753273"/>
    <w:rsid w:val="0076153F"/>
    <w:rsid w:val="00767E7B"/>
    <w:rsid w:val="00770466"/>
    <w:rsid w:val="00770FE7"/>
    <w:rsid w:val="00772A72"/>
    <w:rsid w:val="007874A6"/>
    <w:rsid w:val="00796094"/>
    <w:rsid w:val="007A35A6"/>
    <w:rsid w:val="007A60F3"/>
    <w:rsid w:val="007A7169"/>
    <w:rsid w:val="007B0F5E"/>
    <w:rsid w:val="007B113F"/>
    <w:rsid w:val="007B13A7"/>
    <w:rsid w:val="007B7E2C"/>
    <w:rsid w:val="007C1B40"/>
    <w:rsid w:val="007D358A"/>
    <w:rsid w:val="007D62F3"/>
    <w:rsid w:val="007D6945"/>
    <w:rsid w:val="007E523F"/>
    <w:rsid w:val="007F1CD7"/>
    <w:rsid w:val="007F32E3"/>
    <w:rsid w:val="007F5C77"/>
    <w:rsid w:val="00800407"/>
    <w:rsid w:val="00803A44"/>
    <w:rsid w:val="00804A79"/>
    <w:rsid w:val="00806234"/>
    <w:rsid w:val="00813929"/>
    <w:rsid w:val="00815EC7"/>
    <w:rsid w:val="00817615"/>
    <w:rsid w:val="00817D6B"/>
    <w:rsid w:val="008236DE"/>
    <w:rsid w:val="0082587C"/>
    <w:rsid w:val="00825EEE"/>
    <w:rsid w:val="008278AA"/>
    <w:rsid w:val="00846D21"/>
    <w:rsid w:val="0085224D"/>
    <w:rsid w:val="00854EDC"/>
    <w:rsid w:val="00855313"/>
    <w:rsid w:val="0086039D"/>
    <w:rsid w:val="00860BE6"/>
    <w:rsid w:val="00860DBC"/>
    <w:rsid w:val="00863125"/>
    <w:rsid w:val="008728EC"/>
    <w:rsid w:val="00883536"/>
    <w:rsid w:val="00884B4A"/>
    <w:rsid w:val="00885738"/>
    <w:rsid w:val="00885A1F"/>
    <w:rsid w:val="008869C1"/>
    <w:rsid w:val="00890C29"/>
    <w:rsid w:val="00897140"/>
    <w:rsid w:val="008A1557"/>
    <w:rsid w:val="008A30F0"/>
    <w:rsid w:val="008A3DC8"/>
    <w:rsid w:val="008A5E76"/>
    <w:rsid w:val="008A6188"/>
    <w:rsid w:val="008B003E"/>
    <w:rsid w:val="008B1462"/>
    <w:rsid w:val="008B69AA"/>
    <w:rsid w:val="008D3535"/>
    <w:rsid w:val="008D4D3C"/>
    <w:rsid w:val="008D773C"/>
    <w:rsid w:val="008D7DEE"/>
    <w:rsid w:val="008E01F2"/>
    <w:rsid w:val="008E7A30"/>
    <w:rsid w:val="008E7C9D"/>
    <w:rsid w:val="008E7F19"/>
    <w:rsid w:val="008F14AF"/>
    <w:rsid w:val="008F72A0"/>
    <w:rsid w:val="00902EB3"/>
    <w:rsid w:val="00907B07"/>
    <w:rsid w:val="009101A4"/>
    <w:rsid w:val="0091305A"/>
    <w:rsid w:val="00913A19"/>
    <w:rsid w:val="00913B98"/>
    <w:rsid w:val="00913F46"/>
    <w:rsid w:val="00914088"/>
    <w:rsid w:val="00917439"/>
    <w:rsid w:val="00920D93"/>
    <w:rsid w:val="0092145E"/>
    <w:rsid w:val="00926914"/>
    <w:rsid w:val="00926DDB"/>
    <w:rsid w:val="00930A22"/>
    <w:rsid w:val="009374BA"/>
    <w:rsid w:val="009375DE"/>
    <w:rsid w:val="00941BAF"/>
    <w:rsid w:val="00943DAB"/>
    <w:rsid w:val="009450A3"/>
    <w:rsid w:val="00945253"/>
    <w:rsid w:val="00947856"/>
    <w:rsid w:val="00947AAA"/>
    <w:rsid w:val="0095440D"/>
    <w:rsid w:val="0095693C"/>
    <w:rsid w:val="00961E8C"/>
    <w:rsid w:val="00965653"/>
    <w:rsid w:val="00967410"/>
    <w:rsid w:val="009753B5"/>
    <w:rsid w:val="00980135"/>
    <w:rsid w:val="00990CB6"/>
    <w:rsid w:val="009963BD"/>
    <w:rsid w:val="0099649C"/>
    <w:rsid w:val="009A2142"/>
    <w:rsid w:val="009A737C"/>
    <w:rsid w:val="009B673E"/>
    <w:rsid w:val="009C4AEB"/>
    <w:rsid w:val="009C5AF7"/>
    <w:rsid w:val="009D26D7"/>
    <w:rsid w:val="009D529F"/>
    <w:rsid w:val="009D7704"/>
    <w:rsid w:val="009E1C5D"/>
    <w:rsid w:val="009E289A"/>
    <w:rsid w:val="009E2F91"/>
    <w:rsid w:val="009E3989"/>
    <w:rsid w:val="009E5061"/>
    <w:rsid w:val="009E5D55"/>
    <w:rsid w:val="009F498B"/>
    <w:rsid w:val="009F5738"/>
    <w:rsid w:val="009F63A0"/>
    <w:rsid w:val="00A02B58"/>
    <w:rsid w:val="00A07537"/>
    <w:rsid w:val="00A1031B"/>
    <w:rsid w:val="00A1236B"/>
    <w:rsid w:val="00A17E11"/>
    <w:rsid w:val="00A2489A"/>
    <w:rsid w:val="00A2670C"/>
    <w:rsid w:val="00A31747"/>
    <w:rsid w:val="00A32F61"/>
    <w:rsid w:val="00A35ABA"/>
    <w:rsid w:val="00A42F33"/>
    <w:rsid w:val="00A4384D"/>
    <w:rsid w:val="00A43EB5"/>
    <w:rsid w:val="00A44ABF"/>
    <w:rsid w:val="00A5319D"/>
    <w:rsid w:val="00A66374"/>
    <w:rsid w:val="00A679FD"/>
    <w:rsid w:val="00A7118B"/>
    <w:rsid w:val="00A71983"/>
    <w:rsid w:val="00A74014"/>
    <w:rsid w:val="00A80625"/>
    <w:rsid w:val="00A938EE"/>
    <w:rsid w:val="00A9550F"/>
    <w:rsid w:val="00A97D9E"/>
    <w:rsid w:val="00AA6F5F"/>
    <w:rsid w:val="00AA7BC5"/>
    <w:rsid w:val="00AA7BC6"/>
    <w:rsid w:val="00AB0178"/>
    <w:rsid w:val="00AB45F3"/>
    <w:rsid w:val="00AB5E86"/>
    <w:rsid w:val="00AB60C5"/>
    <w:rsid w:val="00AC2120"/>
    <w:rsid w:val="00AC423B"/>
    <w:rsid w:val="00AC640D"/>
    <w:rsid w:val="00AD1D14"/>
    <w:rsid w:val="00AD787D"/>
    <w:rsid w:val="00AE03BD"/>
    <w:rsid w:val="00AE1B9E"/>
    <w:rsid w:val="00AE5740"/>
    <w:rsid w:val="00AF0EDB"/>
    <w:rsid w:val="00AF54E4"/>
    <w:rsid w:val="00AF7586"/>
    <w:rsid w:val="00B005E0"/>
    <w:rsid w:val="00B04CE7"/>
    <w:rsid w:val="00B10AE9"/>
    <w:rsid w:val="00B11197"/>
    <w:rsid w:val="00B14443"/>
    <w:rsid w:val="00B23A43"/>
    <w:rsid w:val="00B27C7B"/>
    <w:rsid w:val="00B31F7C"/>
    <w:rsid w:val="00B339BA"/>
    <w:rsid w:val="00B34717"/>
    <w:rsid w:val="00B34D84"/>
    <w:rsid w:val="00B36F78"/>
    <w:rsid w:val="00B37AE3"/>
    <w:rsid w:val="00B45BF1"/>
    <w:rsid w:val="00B46E87"/>
    <w:rsid w:val="00B53409"/>
    <w:rsid w:val="00B56BA9"/>
    <w:rsid w:val="00B60967"/>
    <w:rsid w:val="00B65090"/>
    <w:rsid w:val="00B67BAF"/>
    <w:rsid w:val="00B7121F"/>
    <w:rsid w:val="00B74A27"/>
    <w:rsid w:val="00B764CC"/>
    <w:rsid w:val="00B77466"/>
    <w:rsid w:val="00B80F86"/>
    <w:rsid w:val="00B82C76"/>
    <w:rsid w:val="00B85091"/>
    <w:rsid w:val="00B85375"/>
    <w:rsid w:val="00B91C81"/>
    <w:rsid w:val="00B96196"/>
    <w:rsid w:val="00BA3B8E"/>
    <w:rsid w:val="00BA5312"/>
    <w:rsid w:val="00BB22C3"/>
    <w:rsid w:val="00BB2840"/>
    <w:rsid w:val="00BB6900"/>
    <w:rsid w:val="00BB76DB"/>
    <w:rsid w:val="00BB7749"/>
    <w:rsid w:val="00BB7C5E"/>
    <w:rsid w:val="00BC1047"/>
    <w:rsid w:val="00BC302F"/>
    <w:rsid w:val="00BC4E9C"/>
    <w:rsid w:val="00BC6EDE"/>
    <w:rsid w:val="00BE2226"/>
    <w:rsid w:val="00BE3246"/>
    <w:rsid w:val="00BE370E"/>
    <w:rsid w:val="00BE389B"/>
    <w:rsid w:val="00BF0310"/>
    <w:rsid w:val="00BF275E"/>
    <w:rsid w:val="00BF291B"/>
    <w:rsid w:val="00BF45C8"/>
    <w:rsid w:val="00BF5705"/>
    <w:rsid w:val="00BF6096"/>
    <w:rsid w:val="00BF69EB"/>
    <w:rsid w:val="00C02B7D"/>
    <w:rsid w:val="00C03E80"/>
    <w:rsid w:val="00C26577"/>
    <w:rsid w:val="00C30C4A"/>
    <w:rsid w:val="00C34B86"/>
    <w:rsid w:val="00C420A9"/>
    <w:rsid w:val="00C47E2D"/>
    <w:rsid w:val="00C52D3F"/>
    <w:rsid w:val="00C57B3F"/>
    <w:rsid w:val="00C6766C"/>
    <w:rsid w:val="00C72596"/>
    <w:rsid w:val="00C74A44"/>
    <w:rsid w:val="00C7633C"/>
    <w:rsid w:val="00C81A1F"/>
    <w:rsid w:val="00C85891"/>
    <w:rsid w:val="00C85A2F"/>
    <w:rsid w:val="00C901C1"/>
    <w:rsid w:val="00C92517"/>
    <w:rsid w:val="00C964FC"/>
    <w:rsid w:val="00C96D58"/>
    <w:rsid w:val="00CA77D4"/>
    <w:rsid w:val="00CB0A07"/>
    <w:rsid w:val="00CB5085"/>
    <w:rsid w:val="00CC6496"/>
    <w:rsid w:val="00CD3FFB"/>
    <w:rsid w:val="00CD61FC"/>
    <w:rsid w:val="00CE291B"/>
    <w:rsid w:val="00CE5D12"/>
    <w:rsid w:val="00CF0351"/>
    <w:rsid w:val="00CF0B14"/>
    <w:rsid w:val="00CF27E3"/>
    <w:rsid w:val="00CF3424"/>
    <w:rsid w:val="00CF427C"/>
    <w:rsid w:val="00CF4621"/>
    <w:rsid w:val="00CF573A"/>
    <w:rsid w:val="00D10970"/>
    <w:rsid w:val="00D11AB5"/>
    <w:rsid w:val="00D14162"/>
    <w:rsid w:val="00D15749"/>
    <w:rsid w:val="00D161F2"/>
    <w:rsid w:val="00D16E56"/>
    <w:rsid w:val="00D20209"/>
    <w:rsid w:val="00D231D3"/>
    <w:rsid w:val="00D256F3"/>
    <w:rsid w:val="00D31797"/>
    <w:rsid w:val="00D343B9"/>
    <w:rsid w:val="00D35F3A"/>
    <w:rsid w:val="00D36D80"/>
    <w:rsid w:val="00D50483"/>
    <w:rsid w:val="00D55697"/>
    <w:rsid w:val="00D558ED"/>
    <w:rsid w:val="00D61639"/>
    <w:rsid w:val="00D66DF5"/>
    <w:rsid w:val="00D6756D"/>
    <w:rsid w:val="00D7028C"/>
    <w:rsid w:val="00D70CA9"/>
    <w:rsid w:val="00D71F35"/>
    <w:rsid w:val="00D72DE1"/>
    <w:rsid w:val="00D761D8"/>
    <w:rsid w:val="00D77DE3"/>
    <w:rsid w:val="00D80258"/>
    <w:rsid w:val="00D91590"/>
    <w:rsid w:val="00D92937"/>
    <w:rsid w:val="00D95E14"/>
    <w:rsid w:val="00D978D1"/>
    <w:rsid w:val="00DA26C9"/>
    <w:rsid w:val="00DA5A41"/>
    <w:rsid w:val="00DA6E4C"/>
    <w:rsid w:val="00DB0D6F"/>
    <w:rsid w:val="00DC1D2B"/>
    <w:rsid w:val="00DC5AF6"/>
    <w:rsid w:val="00DC7726"/>
    <w:rsid w:val="00DD532A"/>
    <w:rsid w:val="00DD6986"/>
    <w:rsid w:val="00DE28DB"/>
    <w:rsid w:val="00DE3D52"/>
    <w:rsid w:val="00DF05CE"/>
    <w:rsid w:val="00DF0CF2"/>
    <w:rsid w:val="00DF3C68"/>
    <w:rsid w:val="00E06B76"/>
    <w:rsid w:val="00E07993"/>
    <w:rsid w:val="00E1020B"/>
    <w:rsid w:val="00E1174C"/>
    <w:rsid w:val="00E13FFC"/>
    <w:rsid w:val="00E14058"/>
    <w:rsid w:val="00E148C0"/>
    <w:rsid w:val="00E23DC2"/>
    <w:rsid w:val="00E2465D"/>
    <w:rsid w:val="00E36DE3"/>
    <w:rsid w:val="00E5567C"/>
    <w:rsid w:val="00E62A28"/>
    <w:rsid w:val="00E63322"/>
    <w:rsid w:val="00E64742"/>
    <w:rsid w:val="00E679C1"/>
    <w:rsid w:val="00E80671"/>
    <w:rsid w:val="00E97B02"/>
    <w:rsid w:val="00EA1195"/>
    <w:rsid w:val="00EA2C9A"/>
    <w:rsid w:val="00EA76C4"/>
    <w:rsid w:val="00EB0AD8"/>
    <w:rsid w:val="00EB1010"/>
    <w:rsid w:val="00EB1FC7"/>
    <w:rsid w:val="00EC34D7"/>
    <w:rsid w:val="00EC6A97"/>
    <w:rsid w:val="00EE121B"/>
    <w:rsid w:val="00EE1826"/>
    <w:rsid w:val="00EE6CE1"/>
    <w:rsid w:val="00EF1638"/>
    <w:rsid w:val="00F000CF"/>
    <w:rsid w:val="00F04CF6"/>
    <w:rsid w:val="00F07C47"/>
    <w:rsid w:val="00F10129"/>
    <w:rsid w:val="00F11902"/>
    <w:rsid w:val="00F24E73"/>
    <w:rsid w:val="00F254E7"/>
    <w:rsid w:val="00F25B60"/>
    <w:rsid w:val="00F31A98"/>
    <w:rsid w:val="00F31C41"/>
    <w:rsid w:val="00F31E21"/>
    <w:rsid w:val="00F46271"/>
    <w:rsid w:val="00F56BD9"/>
    <w:rsid w:val="00F61F37"/>
    <w:rsid w:val="00F63627"/>
    <w:rsid w:val="00F7181B"/>
    <w:rsid w:val="00F7473E"/>
    <w:rsid w:val="00F753D1"/>
    <w:rsid w:val="00F86560"/>
    <w:rsid w:val="00F86810"/>
    <w:rsid w:val="00F92E23"/>
    <w:rsid w:val="00F940B0"/>
    <w:rsid w:val="00F94777"/>
    <w:rsid w:val="00F9513C"/>
    <w:rsid w:val="00F96B42"/>
    <w:rsid w:val="00F972FA"/>
    <w:rsid w:val="00FA2634"/>
    <w:rsid w:val="00FB42A1"/>
    <w:rsid w:val="00FB5055"/>
    <w:rsid w:val="00FB5ABA"/>
    <w:rsid w:val="00FB5FF5"/>
    <w:rsid w:val="00FC47F1"/>
    <w:rsid w:val="00FD29F0"/>
    <w:rsid w:val="00FD64A2"/>
    <w:rsid w:val="00FE2B47"/>
    <w:rsid w:val="00FF0AA3"/>
    <w:rsid w:val="00FF57F1"/>
    <w:rsid w:val="00FF5AD0"/>
    <w:rsid w:val="00FF5F36"/>
    <w:rsid w:val="00FF67F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DB372EF-D229-4ED9-B004-A2BE906EF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2937"/>
    <w:rPr>
      <w:sz w:val="24"/>
      <w:szCs w:val="24"/>
    </w:rPr>
  </w:style>
  <w:style w:type="paragraph" w:styleId="Titolo1">
    <w:name w:val="heading 1"/>
    <w:basedOn w:val="Normale"/>
    <w:next w:val="Normale"/>
    <w:qFormat/>
    <w:rsid w:val="00465508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4C4C4C"/>
      <w:spacing w:before="240" w:after="60"/>
      <w:outlineLvl w:val="0"/>
    </w:pPr>
    <w:rPr>
      <w:rFonts w:cs="Arial"/>
      <w:b/>
      <w:bCs/>
      <w:color w:val="FFFFFF"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5531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8B69AA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qFormat/>
    <w:rsid w:val="00CE5D12"/>
    <w:pPr>
      <w:keepNext/>
      <w:spacing w:before="240" w:after="60"/>
      <w:outlineLvl w:val="3"/>
    </w:pPr>
    <w:rPr>
      <w:b/>
      <w:bCs/>
      <w:i/>
      <w:sz w:val="20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103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rsid w:val="00F9477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rsid w:val="00C9251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251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92517"/>
  </w:style>
  <w:style w:type="character" w:styleId="Collegamentoipertestuale">
    <w:name w:val="Hyperlink"/>
    <w:rsid w:val="00346C79"/>
    <w:rPr>
      <w:color w:val="0000FF"/>
      <w:u w:val="single"/>
    </w:rPr>
  </w:style>
  <w:style w:type="paragraph" w:styleId="Sommario1">
    <w:name w:val="toc 1"/>
    <w:basedOn w:val="Normale"/>
    <w:next w:val="Normale"/>
    <w:autoRedefine/>
    <w:semiHidden/>
    <w:rsid w:val="00D55697"/>
    <w:rPr>
      <w:b/>
      <w:sz w:val="20"/>
    </w:rPr>
  </w:style>
  <w:style w:type="paragraph" w:styleId="Sommario2">
    <w:name w:val="toc 2"/>
    <w:basedOn w:val="Normale"/>
    <w:next w:val="Normale"/>
    <w:autoRedefine/>
    <w:semiHidden/>
    <w:rsid w:val="00D55697"/>
    <w:pPr>
      <w:ind w:left="240"/>
    </w:pPr>
    <w:rPr>
      <w:sz w:val="20"/>
    </w:rPr>
  </w:style>
  <w:style w:type="paragraph" w:styleId="Mappadocumento">
    <w:name w:val="Document Map"/>
    <w:basedOn w:val="Normale"/>
    <w:semiHidden/>
    <w:rsid w:val="0091408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ommario3">
    <w:name w:val="toc 3"/>
    <w:basedOn w:val="Normale"/>
    <w:next w:val="Normale"/>
    <w:autoRedefine/>
    <w:semiHidden/>
    <w:rsid w:val="00D55697"/>
    <w:pPr>
      <w:ind w:left="480"/>
    </w:pPr>
    <w:rPr>
      <w:b/>
      <w:i/>
      <w:sz w:val="20"/>
    </w:rPr>
  </w:style>
  <w:style w:type="paragraph" w:styleId="NormaleWeb">
    <w:name w:val="Normal (Web)"/>
    <w:basedOn w:val="Normale"/>
    <w:rsid w:val="0008565A"/>
    <w:pPr>
      <w:spacing w:before="100" w:beforeAutospacing="1" w:after="100" w:afterAutospacing="1"/>
    </w:pPr>
  </w:style>
  <w:style w:type="paragraph" w:styleId="Sommario4">
    <w:name w:val="toc 4"/>
    <w:basedOn w:val="Normale"/>
    <w:next w:val="Normale"/>
    <w:autoRedefine/>
    <w:semiHidden/>
    <w:rsid w:val="00D55697"/>
    <w:pPr>
      <w:ind w:left="720"/>
    </w:pPr>
    <w:rPr>
      <w:i/>
      <w:sz w:val="20"/>
    </w:rPr>
  </w:style>
  <w:style w:type="paragraph" w:customStyle="1" w:styleId="CorpoTesto">
    <w:name w:val="Corpo Testo"/>
    <w:basedOn w:val="Normale"/>
    <w:rsid w:val="003A1C59"/>
    <w:pPr>
      <w:widowControl w:val="0"/>
      <w:tabs>
        <w:tab w:val="left" w:pos="454"/>
        <w:tab w:val="left" w:pos="737"/>
      </w:tabs>
      <w:autoSpaceDE w:val="0"/>
      <w:autoSpaceDN w:val="0"/>
      <w:adjustRightInd w:val="0"/>
      <w:spacing w:line="360" w:lineRule="exact"/>
      <w:jc w:val="both"/>
    </w:pPr>
  </w:style>
  <w:style w:type="paragraph" w:styleId="Corpotesto0">
    <w:name w:val="Body Text"/>
    <w:basedOn w:val="Normale"/>
    <w:rsid w:val="00C964FC"/>
    <w:pPr>
      <w:jc w:val="both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doc_tonchia-l_001.doc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Nuova Entrata (no Progetti/Attività)</vt:lpstr>
    </vt:vector>
  </TitlesOfParts>
  <Company>Axios Italia Enginnering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Nuova Entrata (no Progetti/Attività)</dc:title>
  <dc:subject/>
  <dc:creator>Axios Italia Enginnering</dc:creator>
  <cp:keywords/>
  <dc:description>TAB[/03,1,1,2,3,4,5/][MM]</dc:description>
  <cp:lastModifiedBy>Tonchia Luisa Paola</cp:lastModifiedBy>
  <cp:revision>2</cp:revision>
  <dcterms:created xsi:type="dcterms:W3CDTF">2019-11-25T11:29:00Z</dcterms:created>
  <dcterms:modified xsi:type="dcterms:W3CDTF">2019-11-25T11:29:00Z</dcterms:modified>
  <cp:category>VP</cp:category>
</cp:coreProperties>
</file>